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425"/>
        <w:gridCol w:w="4536"/>
      </w:tblGrid>
      <w:tr w:rsidR="00C6765F" w:rsidRPr="000A63AF" w14:paraId="0E33E6A3" w14:textId="77777777" w:rsidTr="008624B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70706AC" w14:textId="754E9DFA" w:rsidR="00F8683A" w:rsidRDefault="00261FBA" w:rsidP="009F6C6A">
            <w:pPr>
              <w:spacing w:before="120"/>
              <w:rPr>
                <w:rFonts w:ascii="Century Gothic" w:eastAsiaTheme="minorEastAsia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A bag contains red and yellow counters.   </w:t>
            </w:r>
            <w:r w:rsidR="00F8683A">
              <w:rPr>
                <w:rFonts w:ascii="Century Gothic" w:hAnsi="Century Gothic" w:cs="Tahom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2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7</m:t>
                  </m:r>
                </m:den>
              </m:f>
            </m:oMath>
            <w:r w:rsidR="00F8683A">
              <w:rPr>
                <w:rFonts w:ascii="Century Gothic" w:eastAsiaTheme="minorEastAsia" w:hAnsi="Century Gothic" w:cs="Tahoma"/>
              </w:rPr>
              <w:t xml:space="preserve"> of the counters are red.  </w:t>
            </w:r>
          </w:p>
          <w:p w14:paraId="543BE07C" w14:textId="4DE7F784" w:rsidR="00C55B29" w:rsidRPr="00BF0512" w:rsidRDefault="00261FBA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eastAsiaTheme="minorEastAsia" w:hAnsi="Century Gothic" w:cs="Tahoma"/>
              </w:rPr>
              <w:t xml:space="preserve">If there are </w:t>
            </w:r>
            <w:r w:rsidR="0010284F">
              <w:rPr>
                <w:rFonts w:ascii="Century Gothic" w:eastAsiaTheme="minorEastAsia" w:hAnsi="Century Gothic" w:cs="Tahoma"/>
              </w:rPr>
              <w:t>20 yellow counters</w:t>
            </w:r>
            <w:r>
              <w:rPr>
                <w:rFonts w:ascii="Century Gothic" w:eastAsiaTheme="minorEastAsia" w:hAnsi="Century Gothic" w:cs="Tahoma"/>
              </w:rPr>
              <w:t>, h</w:t>
            </w:r>
            <w:r w:rsidR="00F8683A">
              <w:rPr>
                <w:rFonts w:ascii="Century Gothic" w:eastAsiaTheme="minorEastAsia" w:hAnsi="Century Gothic" w:cs="Tahoma"/>
              </w:rPr>
              <w:t xml:space="preserve">ow many counters are </w:t>
            </w:r>
            <w:r w:rsidR="0010284F">
              <w:rPr>
                <w:rFonts w:ascii="Century Gothic" w:eastAsiaTheme="minorEastAsia" w:hAnsi="Century Gothic" w:cs="Tahoma"/>
              </w:rPr>
              <w:t>red</w:t>
            </w:r>
            <w:r w:rsidR="00F8683A">
              <w:rPr>
                <w:rFonts w:ascii="Century Gothic" w:eastAsiaTheme="minorEastAsia" w:hAnsi="Century Gothic" w:cs="Tahoma"/>
              </w:rPr>
              <w:t>?</w:t>
            </w:r>
            <w:r w:rsidR="00F8683A">
              <w:rPr>
                <w:rFonts w:ascii="Century Gothic" w:hAnsi="Century Gothic" w:cs="Tahoma"/>
              </w:rPr>
              <w:t xml:space="preserve">  </w:t>
            </w:r>
          </w:p>
        </w:tc>
        <w:tc>
          <w:tcPr>
            <w:tcW w:w="425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536" w:type="dxa"/>
            <w:tcBorders>
              <w:left w:val="nil"/>
            </w:tcBorders>
          </w:tcPr>
          <w:p w14:paraId="1B5E5D74" w14:textId="539375A2" w:rsidR="00C6765F" w:rsidRPr="008624B8" w:rsidRDefault="001A67D4" w:rsidP="00F35C69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8624B8">
              <w:rPr>
                <w:rFonts w:ascii="Century Gothic" w:hAnsi="Century Gothic" w:cs="Tahoma"/>
              </w:rPr>
              <w:t xml:space="preserve">What is </w:t>
            </w:r>
            <w:r w:rsidR="0010284F">
              <w:rPr>
                <w:rFonts w:ascii="Century Gothic" w:hAnsi="Century Gothic" w:cs="Tahoma"/>
              </w:rPr>
              <w:t>13</w:t>
            </w:r>
            <w:r w:rsidRPr="008624B8">
              <w:rPr>
                <w:rFonts w:ascii="Century Gothic" w:hAnsi="Century Gothic" w:cs="Tahoma"/>
              </w:rPr>
              <w:t xml:space="preserve"> out of 2</w:t>
            </w:r>
            <w:r w:rsidR="0010284F">
              <w:rPr>
                <w:rFonts w:ascii="Century Gothic" w:hAnsi="Century Gothic" w:cs="Tahoma"/>
              </w:rPr>
              <w:t>0</w:t>
            </w:r>
            <w:r w:rsidRPr="008624B8">
              <w:rPr>
                <w:rFonts w:ascii="Century Gothic" w:hAnsi="Century Gothic" w:cs="Tahoma"/>
              </w:rPr>
              <w:t xml:space="preserve"> as a percentage</w:t>
            </w:r>
            <w:r w:rsidR="0066773D" w:rsidRPr="008624B8">
              <w:rPr>
                <w:rFonts w:ascii="Century Gothic" w:hAnsi="Century Gothic" w:cs="Tahoma"/>
              </w:rPr>
              <w:t>?</w:t>
            </w:r>
          </w:p>
        </w:tc>
      </w:tr>
      <w:tr w:rsidR="00C6765F" w:rsidRPr="00C240D5" w14:paraId="02717925" w14:textId="77777777" w:rsidTr="008624B8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7AFFEBD7" w14:textId="088C9A6D" w:rsidR="00125C71" w:rsidRDefault="00611673" w:rsidP="005D37DE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20BAEAB" wp14:editId="40C1AD7B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AB9F3C" id="Oval 11" o:spid="_x0000_s1026" style="position:absolute;margin-left:156.9pt;margin-top:16.15pt;width:65.6pt;height:65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" filled="f" strokecolor="#243f60 [1604]" strokeweight="2pt"/>
                  </w:pict>
                </mc:Fallback>
              </mc:AlternateContent>
            </w:r>
            <w:r w:rsidR="002C5377">
              <w:rPr>
                <w:rFonts w:ascii="Century Gothic" w:hAnsi="Century Gothic"/>
              </w:rPr>
              <w:t xml:space="preserve">A circle has a </w:t>
            </w:r>
            <w:r w:rsidR="00CF7CDA">
              <w:rPr>
                <w:rFonts w:ascii="Century Gothic" w:hAnsi="Century Gothic"/>
              </w:rPr>
              <w:t>radius</w:t>
            </w:r>
            <w:r w:rsidR="002C5377">
              <w:rPr>
                <w:rFonts w:ascii="Century Gothic" w:hAnsi="Century Gothic"/>
              </w:rPr>
              <w:t xml:space="preserve"> of </w:t>
            </w:r>
            <w:r w:rsidR="002B14A3">
              <w:rPr>
                <w:rFonts w:ascii="Century Gothic" w:hAnsi="Century Gothic"/>
              </w:rPr>
              <w:t>2</w:t>
            </w:r>
            <w:r w:rsidR="00F35C69">
              <w:rPr>
                <w:rFonts w:ascii="Century Gothic" w:hAnsi="Century Gothic"/>
              </w:rPr>
              <w:t>5</w:t>
            </w:r>
            <w:r w:rsidR="002C5377">
              <w:rPr>
                <w:rFonts w:ascii="Century Gothic" w:hAnsi="Century Gothic"/>
              </w:rPr>
              <w:t>cm.</w:t>
            </w:r>
          </w:p>
          <w:p w14:paraId="5155B1A5" w14:textId="65CF59E8" w:rsidR="002C5377" w:rsidRPr="005D37DE" w:rsidRDefault="002B14A3" w:rsidP="002C5377">
            <w:pPr>
              <w:spacing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E0B22A2" wp14:editId="198C5D5A">
                      <wp:simplePos x="0" y="0"/>
                      <wp:positionH relativeFrom="column">
                        <wp:posOffset>2402628</wp:posOffset>
                      </wp:positionH>
                      <wp:positionV relativeFrom="paragraph">
                        <wp:posOffset>123190</wp:posOffset>
                      </wp:positionV>
                      <wp:extent cx="504190" cy="23304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380A38" w14:textId="4E9B8569" w:rsidR="00F35C69" w:rsidRDefault="002B14A3" w:rsidP="00F35C69">
                                  <w:r>
                                    <w:t>2</w:t>
                                  </w:r>
                                  <w:r w:rsidR="00F35C69"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0B22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189.2pt;margin-top:9.7pt;width:39.7pt;height:18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" filled="f" stroked="f" strokeweight=".5pt">
                      <v:textbox>
                        <w:txbxContent>
                          <w:p w14:paraId="2C380A38" w14:textId="4E9B8569" w:rsidR="00F35C69" w:rsidRDefault="002B14A3" w:rsidP="00F35C69">
                            <w:r>
                              <w:t>2</w:t>
                            </w:r>
                            <w:r w:rsidR="00F35C69"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5377">
              <w:rPr>
                <w:rFonts w:ascii="Century Gothic" w:hAnsi="Century Gothic"/>
              </w:rPr>
              <w:t xml:space="preserve">Work out its </w:t>
            </w:r>
            <w:r w:rsidR="00023CA6">
              <w:rPr>
                <w:rFonts w:ascii="Century Gothic" w:hAnsi="Century Gothic"/>
              </w:rPr>
              <w:t>circumference</w:t>
            </w:r>
            <w:r w:rsidR="002C5377">
              <w:rPr>
                <w:rFonts w:ascii="Century Gothic" w:hAnsi="Century Gothic"/>
              </w:rPr>
              <w:t>.</w:t>
            </w:r>
          </w:p>
          <w:p w14:paraId="683B8A61" w14:textId="6DDE502D" w:rsidR="000740DB" w:rsidRPr="005D37DE" w:rsidRDefault="002B14A3" w:rsidP="005D37DE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9E6640" wp14:editId="0997EAE3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168698</wp:posOffset>
                      </wp:positionV>
                      <wp:extent cx="363008" cy="0"/>
                      <wp:effectExtent l="0" t="0" r="18415" b="127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300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A01126" id="Straight Connector 1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3pt,13.3pt" to="221.9pt,13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" strokecolor="#4579b8 [3044]"/>
                  </w:pict>
                </mc:Fallback>
              </mc:AlternateConten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536" w:type="dxa"/>
            <w:tcBorders>
              <w:left w:val="nil"/>
              <w:bottom w:val="single" w:sz="4" w:space="0" w:color="auto"/>
            </w:tcBorders>
          </w:tcPr>
          <w:p w14:paraId="2F3E0198" w14:textId="790E2904" w:rsidR="00E01F39" w:rsidRDefault="00E01F39" w:rsidP="00D27DA8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Century Gothic" w:eastAsiaTheme="minorEastAsia" w:hAnsi="Century Gothic"/>
              </w:rPr>
              <w:t xml:space="preserve">Factorise: </w:t>
            </w:r>
            <m:oMath>
              <m:sSup>
                <m:sSupPr>
                  <m:ctrlPr>
                    <w:rPr>
                      <w:rFonts w:ascii="Cambria Math" w:hAnsi="Cambria Math" w:cs="Tah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Tahoma"/>
                    </w:rPr>
                    <m:t>x</m:t>
                  </m:r>
                </m:e>
                <m:sup>
                  <m:r>
                    <w:rPr>
                      <w:rFonts w:ascii="Cambria Math" w:hAnsi="Cambria Math" w:cs="Tahoma"/>
                    </w:rPr>
                    <m:t>2</m:t>
                  </m:r>
                </m:sup>
              </m:sSup>
              <m:r>
                <w:rPr>
                  <w:rFonts w:ascii="Cambria Math" w:hAnsi="Cambria Math" w:cs="Tahoma"/>
                </w:rPr>
                <m:t>+</m:t>
              </m:r>
              <m:r>
                <w:rPr>
                  <w:rFonts w:ascii="Cambria Math" w:hAnsi="Cambria Math" w:cs="Tahoma"/>
                </w:rPr>
                <m:t>10</m:t>
              </m:r>
              <m:r>
                <w:rPr>
                  <w:rFonts w:ascii="Cambria Math" w:hAnsi="Cambria Math" w:cs="Tahoma"/>
                </w:rPr>
                <m:t>x+</m:t>
              </m:r>
              <m:r>
                <w:rPr>
                  <w:rFonts w:ascii="Cambria Math" w:hAnsi="Cambria Math" w:cs="Tahoma"/>
                </w:rPr>
                <m:t>9</m:t>
              </m:r>
            </m:oMath>
          </w:p>
          <w:p w14:paraId="35867634" w14:textId="35F8C092" w:rsidR="00C6765F" w:rsidRPr="00F35C69" w:rsidRDefault="00C6765F" w:rsidP="00DA1A75">
            <w:pPr>
              <w:rPr>
                <w:rFonts w:ascii="Century Gothic" w:hAnsi="Century Gothic"/>
              </w:rPr>
            </w:pPr>
          </w:p>
        </w:tc>
      </w:tr>
      <w:tr w:rsidR="00C6765F" w:rsidRPr="00C240D5" w14:paraId="3A800F6F" w14:textId="77777777" w:rsidTr="008624B8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110F6E24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2D6F02"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7A859CE5" w:rsidR="00C6765F" w:rsidRPr="009F6C6A" w:rsidRDefault="002D6F02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72E0FF1D" wp14:editId="3CA7FA8A">
                  <wp:extent cx="1419225" cy="605357"/>
                  <wp:effectExtent l="0" t="0" r="0" b="444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605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09DAC1CA" w:rsidR="00525119" w:rsidRDefault="00D27DA8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427BCFBD">
            <wp:simplePos x="0" y="0"/>
            <wp:positionH relativeFrom="column">
              <wp:posOffset>6054090</wp:posOffset>
            </wp:positionH>
            <wp:positionV relativeFrom="paragraph">
              <wp:posOffset>3889798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70003E">
        <w:rPr>
          <w:rFonts w:ascii="Segoe Print" w:hAnsi="Segoe Print"/>
          <w:b/>
          <w:sz w:val="24"/>
        </w:rPr>
        <w:t>5</w:t>
      </w:r>
      <w:r w:rsidR="00950AD6">
        <w:rPr>
          <w:rFonts w:ascii="Segoe Print" w:hAnsi="Segoe Print"/>
          <w:b/>
          <w:sz w:val="24"/>
        </w:rPr>
        <w:t>.</w:t>
      </w:r>
      <w:r w:rsidR="00E057EC">
        <w:rPr>
          <w:rFonts w:ascii="Segoe Print" w:hAnsi="Segoe Print"/>
          <w:b/>
          <w:sz w:val="24"/>
        </w:rPr>
        <w:t>4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67291FF4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64EDECB2" w14:textId="77777777" w:rsidR="00611673" w:rsidRDefault="00611673" w:rsidP="003D173B">
      <w:pPr>
        <w:spacing w:after="1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425"/>
        <w:gridCol w:w="4536"/>
      </w:tblGrid>
      <w:tr w:rsidR="00E057EC" w:rsidRPr="000A63AF" w14:paraId="12A450B1" w14:textId="77777777" w:rsidTr="00E35066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50540C46" w14:textId="77777777" w:rsidR="00E057EC" w:rsidRPr="00C240D5" w:rsidRDefault="00E057EC" w:rsidP="00E057EC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4367B3CB" w14:textId="77777777" w:rsidR="00E057EC" w:rsidRDefault="00E057EC" w:rsidP="00E057EC">
            <w:pPr>
              <w:spacing w:before="120"/>
              <w:rPr>
                <w:rFonts w:ascii="Century Gothic" w:eastAsiaTheme="minorEastAsia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A bag contains red and yellow counters.   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2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7</m:t>
                  </m:r>
                </m:den>
              </m:f>
            </m:oMath>
            <w:r>
              <w:rPr>
                <w:rFonts w:ascii="Century Gothic" w:eastAsiaTheme="minorEastAsia" w:hAnsi="Century Gothic" w:cs="Tahoma"/>
              </w:rPr>
              <w:t xml:space="preserve"> of the counters are red.  </w:t>
            </w:r>
          </w:p>
          <w:p w14:paraId="7C694ED4" w14:textId="77777777" w:rsidR="00E057EC" w:rsidRPr="00BF0512" w:rsidRDefault="00E057EC" w:rsidP="00E057EC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eastAsiaTheme="minorEastAsia" w:hAnsi="Century Gothic" w:cs="Tahoma"/>
              </w:rPr>
              <w:t>If there are 20 yellow counters, how many counters are red?</w:t>
            </w:r>
            <w:r>
              <w:rPr>
                <w:rFonts w:ascii="Century Gothic" w:hAnsi="Century Gothic" w:cs="Tahoma"/>
              </w:rPr>
              <w:t xml:space="preserve">  </w:t>
            </w:r>
          </w:p>
        </w:tc>
        <w:tc>
          <w:tcPr>
            <w:tcW w:w="425" w:type="dxa"/>
            <w:tcBorders>
              <w:right w:val="nil"/>
            </w:tcBorders>
          </w:tcPr>
          <w:p w14:paraId="6F022448" w14:textId="77777777" w:rsidR="00E057EC" w:rsidRPr="005D37DE" w:rsidRDefault="00E057EC" w:rsidP="00E057EC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536" w:type="dxa"/>
            <w:tcBorders>
              <w:left w:val="nil"/>
            </w:tcBorders>
          </w:tcPr>
          <w:p w14:paraId="4036D55E" w14:textId="77777777" w:rsidR="00E057EC" w:rsidRPr="008624B8" w:rsidRDefault="00E057EC" w:rsidP="00E057EC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8624B8">
              <w:rPr>
                <w:rFonts w:ascii="Century Gothic" w:hAnsi="Century Gothic" w:cs="Tahoma"/>
              </w:rPr>
              <w:t xml:space="preserve">What is </w:t>
            </w:r>
            <w:r>
              <w:rPr>
                <w:rFonts w:ascii="Century Gothic" w:hAnsi="Century Gothic" w:cs="Tahoma"/>
              </w:rPr>
              <w:t>13</w:t>
            </w:r>
            <w:r w:rsidRPr="008624B8">
              <w:rPr>
                <w:rFonts w:ascii="Century Gothic" w:hAnsi="Century Gothic" w:cs="Tahoma"/>
              </w:rPr>
              <w:t xml:space="preserve"> out of 2</w:t>
            </w:r>
            <w:r>
              <w:rPr>
                <w:rFonts w:ascii="Century Gothic" w:hAnsi="Century Gothic" w:cs="Tahoma"/>
              </w:rPr>
              <w:t>0</w:t>
            </w:r>
            <w:r w:rsidRPr="008624B8">
              <w:rPr>
                <w:rFonts w:ascii="Century Gothic" w:hAnsi="Century Gothic" w:cs="Tahoma"/>
              </w:rPr>
              <w:t xml:space="preserve"> as a percentage?</w:t>
            </w:r>
          </w:p>
        </w:tc>
      </w:tr>
      <w:tr w:rsidR="00E057EC" w:rsidRPr="00C240D5" w14:paraId="353B7438" w14:textId="77777777" w:rsidTr="00E35066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4B84C19" w14:textId="77777777" w:rsidR="00E057EC" w:rsidRPr="00C240D5" w:rsidRDefault="00E057EC" w:rsidP="00E057EC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6D4C44F4" w14:textId="77777777" w:rsidR="00E057EC" w:rsidRDefault="00E057EC" w:rsidP="00E057EC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1D2A4F9" wp14:editId="290FA9C4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39" name="Ova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AB9AC9" id="Oval 39" o:spid="_x0000_s1026" style="position:absolute;margin-left:156.9pt;margin-top:16.15pt;width:65.6pt;height:6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" filled="f" strokecolor="#243f60 [1604]" strokeweight="2pt"/>
                  </w:pict>
                </mc:Fallback>
              </mc:AlternateContent>
            </w:r>
            <w:r>
              <w:rPr>
                <w:rFonts w:ascii="Century Gothic" w:hAnsi="Century Gothic"/>
              </w:rPr>
              <w:t>A circle has a radius of 25cm.</w:t>
            </w:r>
          </w:p>
          <w:p w14:paraId="21FE37BC" w14:textId="77777777" w:rsidR="00E057EC" w:rsidRPr="005D37DE" w:rsidRDefault="00E057EC" w:rsidP="00E057EC">
            <w:pPr>
              <w:spacing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8F09EB7" wp14:editId="2205BC82">
                      <wp:simplePos x="0" y="0"/>
                      <wp:positionH relativeFrom="column">
                        <wp:posOffset>2402628</wp:posOffset>
                      </wp:positionH>
                      <wp:positionV relativeFrom="paragraph">
                        <wp:posOffset>123190</wp:posOffset>
                      </wp:positionV>
                      <wp:extent cx="504190" cy="233045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3D4385" w14:textId="77777777" w:rsidR="00E057EC" w:rsidRDefault="00E057EC" w:rsidP="00E057EC">
                                  <w:r>
                                    <w:t>25cm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09EB7" id="Text Box 40" o:spid="_x0000_s1027" type="#_x0000_t202" style="position:absolute;margin-left:189.2pt;margin-top:9.7pt;width:39.7pt;height:18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" filled="f" stroked="f" strokeweight=".5pt">
                      <v:textbox>
                        <w:txbxContent>
                          <w:p w14:paraId="333D4385" w14:textId="77777777" w:rsidR="00E057EC" w:rsidRDefault="00E057EC" w:rsidP="00E057EC">
                            <w:r>
                              <w:t>25cm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>Work out its circumference.</w:t>
            </w:r>
          </w:p>
          <w:p w14:paraId="30ACDAC6" w14:textId="77777777" w:rsidR="00E057EC" w:rsidRPr="005D37DE" w:rsidRDefault="00E057EC" w:rsidP="00E057EC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11D7B87" wp14:editId="7318BBA3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168698</wp:posOffset>
                      </wp:positionV>
                      <wp:extent cx="363008" cy="0"/>
                      <wp:effectExtent l="0" t="0" r="18415" b="12700"/>
                      <wp:wrapNone/>
                      <wp:docPr id="41" name="Straight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300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214B68" id="Straight Connector 41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3pt,13.3pt" to="221.9pt,13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" strokecolor="#4579b8 [3044]"/>
                  </w:pict>
                </mc:Fallback>
              </mc:AlternateConten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251AF99" w14:textId="77777777" w:rsidR="00E057EC" w:rsidRPr="005D37DE" w:rsidRDefault="00E057EC" w:rsidP="00E057EC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536" w:type="dxa"/>
            <w:tcBorders>
              <w:left w:val="nil"/>
              <w:bottom w:val="single" w:sz="4" w:space="0" w:color="auto"/>
            </w:tcBorders>
          </w:tcPr>
          <w:p w14:paraId="42CA8056" w14:textId="77777777" w:rsidR="00E057EC" w:rsidRDefault="00E057EC" w:rsidP="00E057EC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Century Gothic" w:eastAsiaTheme="minorEastAsia" w:hAnsi="Century Gothic"/>
              </w:rPr>
              <w:t xml:space="preserve">Factorise: </w:t>
            </w:r>
            <m:oMath>
              <m:sSup>
                <m:sSupPr>
                  <m:ctrlPr>
                    <w:rPr>
                      <w:rFonts w:ascii="Cambria Math" w:hAnsi="Cambria Math" w:cs="Tah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Tahoma"/>
                    </w:rPr>
                    <m:t>x</m:t>
                  </m:r>
                </m:e>
                <m:sup>
                  <m:r>
                    <w:rPr>
                      <w:rFonts w:ascii="Cambria Math" w:hAnsi="Cambria Math" w:cs="Tahoma"/>
                    </w:rPr>
                    <m:t>2</m:t>
                  </m:r>
                </m:sup>
              </m:sSup>
              <m:r>
                <w:rPr>
                  <w:rFonts w:ascii="Cambria Math" w:hAnsi="Cambria Math" w:cs="Tahoma"/>
                </w:rPr>
                <m:t>+10x+9</m:t>
              </m:r>
            </m:oMath>
          </w:p>
          <w:p w14:paraId="6DAA318A" w14:textId="77777777" w:rsidR="00E057EC" w:rsidRPr="00F35C69" w:rsidRDefault="00E057EC" w:rsidP="00E057EC">
            <w:pPr>
              <w:rPr>
                <w:rFonts w:ascii="Century Gothic" w:hAnsi="Century Gothic"/>
              </w:rPr>
            </w:pPr>
          </w:p>
        </w:tc>
      </w:tr>
      <w:tr w:rsidR="00E057EC" w:rsidRPr="00C240D5" w14:paraId="3493ADDB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44E65033" w14:textId="77777777" w:rsidR="00E057EC" w:rsidRPr="00C240D5" w:rsidRDefault="00E057EC" w:rsidP="00E057EC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29F95C9" w14:textId="77777777" w:rsidR="00E057EC" w:rsidRDefault="00E057EC" w:rsidP="00E057EC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421104" w14:textId="77777777" w:rsidR="00E057EC" w:rsidRPr="009F6C6A" w:rsidRDefault="00E057EC" w:rsidP="00E057EC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16E35501" wp14:editId="2A40B359">
                  <wp:extent cx="1419225" cy="605357"/>
                  <wp:effectExtent l="0" t="0" r="0" b="444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605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817783" w14:textId="77777777" w:rsidR="00E057EC" w:rsidRDefault="00E057EC" w:rsidP="00E057EC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05344" behindDoc="0" locked="0" layoutInCell="1" allowOverlap="1" wp14:anchorId="0F2D28B7" wp14:editId="527F9D9E">
            <wp:simplePos x="0" y="0"/>
            <wp:positionH relativeFrom="column">
              <wp:posOffset>6054090</wp:posOffset>
            </wp:positionH>
            <wp:positionV relativeFrom="paragraph">
              <wp:posOffset>3889798</wp:posOffset>
            </wp:positionV>
            <wp:extent cx="572135" cy="401320"/>
            <wp:effectExtent l="0" t="0" r="0" b="508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4320" behindDoc="0" locked="0" layoutInCell="1" allowOverlap="1" wp14:anchorId="04CE8587" wp14:editId="01E53854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4" name="Picture 4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3296" behindDoc="0" locked="0" layoutInCell="1" allowOverlap="1" wp14:anchorId="51AEAF67" wp14:editId="358BE7CD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5" name="Picture 4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25.4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674EFCE1" w:rsidR="007E2C1A" w:rsidRPr="003D173B" w:rsidRDefault="007E2C1A" w:rsidP="003D173B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sectPr w:rsidR="007E2C1A" w:rsidRPr="003D173B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3CA6"/>
    <w:rsid w:val="0002433C"/>
    <w:rsid w:val="000740DB"/>
    <w:rsid w:val="000969FC"/>
    <w:rsid w:val="000A43CA"/>
    <w:rsid w:val="000A63AF"/>
    <w:rsid w:val="000E162B"/>
    <w:rsid w:val="0010284F"/>
    <w:rsid w:val="00105331"/>
    <w:rsid w:val="00125C71"/>
    <w:rsid w:val="001826A9"/>
    <w:rsid w:val="001A67D4"/>
    <w:rsid w:val="0020147F"/>
    <w:rsid w:val="002077BB"/>
    <w:rsid w:val="00213C21"/>
    <w:rsid w:val="00242309"/>
    <w:rsid w:val="00247D2C"/>
    <w:rsid w:val="00247FD4"/>
    <w:rsid w:val="00261FBA"/>
    <w:rsid w:val="002A3B06"/>
    <w:rsid w:val="002B14A3"/>
    <w:rsid w:val="002C5377"/>
    <w:rsid w:val="002D5D86"/>
    <w:rsid w:val="002D6F02"/>
    <w:rsid w:val="00333535"/>
    <w:rsid w:val="00344FB5"/>
    <w:rsid w:val="003D173B"/>
    <w:rsid w:val="003F51D8"/>
    <w:rsid w:val="004008D8"/>
    <w:rsid w:val="00493EE3"/>
    <w:rsid w:val="004A26C7"/>
    <w:rsid w:val="004F073D"/>
    <w:rsid w:val="0050136B"/>
    <w:rsid w:val="00505FC9"/>
    <w:rsid w:val="00523173"/>
    <w:rsid w:val="00525119"/>
    <w:rsid w:val="005D37DE"/>
    <w:rsid w:val="00611673"/>
    <w:rsid w:val="0064471D"/>
    <w:rsid w:val="00666CDC"/>
    <w:rsid w:val="0066773D"/>
    <w:rsid w:val="0070003E"/>
    <w:rsid w:val="00705472"/>
    <w:rsid w:val="00733043"/>
    <w:rsid w:val="00734D85"/>
    <w:rsid w:val="007B4226"/>
    <w:rsid w:val="007E2C1A"/>
    <w:rsid w:val="008624B8"/>
    <w:rsid w:val="0090117B"/>
    <w:rsid w:val="0090585D"/>
    <w:rsid w:val="00950AD6"/>
    <w:rsid w:val="0099142F"/>
    <w:rsid w:val="009A72D8"/>
    <w:rsid w:val="009F6C6A"/>
    <w:rsid w:val="00A50DEA"/>
    <w:rsid w:val="00A5698F"/>
    <w:rsid w:val="00A817E7"/>
    <w:rsid w:val="00AD3C1A"/>
    <w:rsid w:val="00B40DC9"/>
    <w:rsid w:val="00BE7AC9"/>
    <w:rsid w:val="00BF0512"/>
    <w:rsid w:val="00C240D5"/>
    <w:rsid w:val="00C41860"/>
    <w:rsid w:val="00C55B29"/>
    <w:rsid w:val="00C6765F"/>
    <w:rsid w:val="00CF7CDA"/>
    <w:rsid w:val="00D253BC"/>
    <w:rsid w:val="00D27DA8"/>
    <w:rsid w:val="00D51195"/>
    <w:rsid w:val="00D723BE"/>
    <w:rsid w:val="00DA1A75"/>
    <w:rsid w:val="00DB511B"/>
    <w:rsid w:val="00DC16B5"/>
    <w:rsid w:val="00DD6ED1"/>
    <w:rsid w:val="00DE1FB2"/>
    <w:rsid w:val="00DF5FFD"/>
    <w:rsid w:val="00E01F39"/>
    <w:rsid w:val="00E057EC"/>
    <w:rsid w:val="00E20822"/>
    <w:rsid w:val="00E54E19"/>
    <w:rsid w:val="00E7749A"/>
    <w:rsid w:val="00EA0CA1"/>
    <w:rsid w:val="00EC4CCA"/>
    <w:rsid w:val="00F04FE3"/>
    <w:rsid w:val="00F3252F"/>
    <w:rsid w:val="00F35C69"/>
    <w:rsid w:val="00F43DAF"/>
    <w:rsid w:val="00F55BE2"/>
    <w:rsid w:val="00F8683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6</cp:revision>
  <cp:lastPrinted>2019-04-01T13:39:00Z</cp:lastPrinted>
  <dcterms:created xsi:type="dcterms:W3CDTF">2019-04-01T13:40:00Z</dcterms:created>
  <dcterms:modified xsi:type="dcterms:W3CDTF">2019-04-01T13:41:00Z</dcterms:modified>
</cp:coreProperties>
</file>